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B66E5" w14:textId="77777777"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Załącznik nr 3 Formularz oferty</w:t>
      </w:r>
    </w:p>
    <w:p w14:paraId="19D72361" w14:textId="77777777"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……………………………………. </w:t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>………………………, dn. ………</w:t>
      </w:r>
      <w:proofErr w:type="gramStart"/>
      <w:r w:rsidRPr="009E54A3">
        <w:rPr>
          <w:rFonts w:ascii="Calibri" w:eastAsia="Calibri" w:hAnsi="Calibri" w:cs="Times New Roman"/>
        </w:rPr>
        <w:t>…….</w:t>
      </w:r>
      <w:proofErr w:type="gramEnd"/>
      <w:r w:rsidRPr="009E54A3">
        <w:rPr>
          <w:rFonts w:ascii="Calibri" w:eastAsia="Calibri" w:hAnsi="Calibri" w:cs="Times New Roman"/>
        </w:rPr>
        <w:t>.</w:t>
      </w:r>
    </w:p>
    <w:p w14:paraId="6D74FEF3" w14:textId="77777777"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…………………………………….</w:t>
      </w:r>
    </w:p>
    <w:p w14:paraId="24610E29" w14:textId="77777777" w:rsidR="009E54A3" w:rsidRPr="009E54A3" w:rsidRDefault="009E54A3" w:rsidP="009E54A3">
      <w:pPr>
        <w:tabs>
          <w:tab w:val="left" w:pos="1020"/>
          <w:tab w:val="center" w:pos="4536"/>
        </w:tabs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9E54A3">
        <w:rPr>
          <w:rFonts w:ascii="Calibri" w:eastAsia="Calibri" w:hAnsi="Calibri" w:cs="Times New Roman"/>
          <w:b/>
          <w:sz w:val="24"/>
          <w:szCs w:val="24"/>
        </w:rPr>
        <w:t>Formularz oferty</w:t>
      </w:r>
    </w:p>
    <w:p w14:paraId="3A68F497" w14:textId="3AC63BAD" w:rsidR="009E54A3" w:rsidRPr="009E54A3" w:rsidRDefault="009E54A3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Oferta na </w:t>
      </w:r>
      <w:r w:rsidR="00E86F63">
        <w:rPr>
          <w:rFonts w:ascii="Calibri" w:eastAsia="Calibri" w:hAnsi="Calibri" w:cs="Times New Roman"/>
        </w:rPr>
        <w:t xml:space="preserve">wykonanie i </w:t>
      </w:r>
      <w:r w:rsidRPr="009E54A3">
        <w:rPr>
          <w:rFonts w:ascii="Calibri" w:eastAsia="Calibri" w:hAnsi="Calibri" w:cs="Times New Roman"/>
        </w:rPr>
        <w:t>dostawę</w:t>
      </w:r>
      <w:bookmarkStart w:id="0" w:name="_Hlk5263565"/>
      <w:r w:rsidR="00DF7C57">
        <w:rPr>
          <w:rFonts w:ascii="Calibri" w:eastAsia="Calibri" w:hAnsi="Calibri" w:cs="Times New Roman"/>
        </w:rPr>
        <w:t xml:space="preserve"> </w:t>
      </w:r>
      <w:bookmarkEnd w:id="0"/>
      <w:r w:rsidR="00A60B45">
        <w:t xml:space="preserve">modułu </w:t>
      </w:r>
      <w:proofErr w:type="spellStart"/>
      <w:r w:rsidR="00A60B45">
        <w:t>geolokalizacji</w:t>
      </w:r>
      <w:proofErr w:type="spellEnd"/>
      <w:r w:rsidR="00A60B45">
        <w:t xml:space="preserve"> blachodachówki fotowoltaicznej w czasie rzeczywistym</w:t>
      </w:r>
      <w:r w:rsidR="00D66711">
        <w:t>,</w:t>
      </w:r>
      <w:r w:rsidR="007E2CDD" w:rsidRPr="007E2CDD">
        <w:t xml:space="preserve"> w ramach projektu pt.: „</w:t>
      </w:r>
      <w:r w:rsidR="00A60B45" w:rsidRPr="000551CF">
        <w:rPr>
          <w:rFonts w:cstheme="minorHAnsi"/>
        </w:rPr>
        <w:t xml:space="preserve">Systemy decyzyjne do procesów projektowania systemów dachowych i fasadowych zintegrowanych z </w:t>
      </w:r>
      <w:proofErr w:type="spellStart"/>
      <w:r w:rsidR="00A60B45" w:rsidRPr="000551CF">
        <w:rPr>
          <w:rFonts w:cstheme="minorHAnsi"/>
        </w:rPr>
        <w:t>mikropanelami</w:t>
      </w:r>
      <w:proofErr w:type="spellEnd"/>
      <w:r w:rsidR="00A60B45" w:rsidRPr="000551CF">
        <w:rPr>
          <w:rFonts w:cstheme="minorHAnsi"/>
        </w:rPr>
        <w:t xml:space="preserve"> fotowoltaicznymi o różnych</w:t>
      </w:r>
      <w:r w:rsidR="00A60B45">
        <w:rPr>
          <w:rFonts w:cstheme="minorHAnsi"/>
        </w:rPr>
        <w:t xml:space="preserve"> </w:t>
      </w:r>
      <w:r w:rsidR="00A60B45" w:rsidRPr="000551CF">
        <w:rPr>
          <w:rFonts w:cstheme="minorHAnsi"/>
        </w:rPr>
        <w:t>wymiarach</w:t>
      </w:r>
      <w:r w:rsidR="00A60B45">
        <w:rPr>
          <w:rFonts w:cstheme="minorHAnsi"/>
        </w:rPr>
        <w:t>”,</w:t>
      </w:r>
      <w:r w:rsidR="00A60B45" w:rsidRPr="007E2CDD">
        <w:t xml:space="preserve"> </w:t>
      </w:r>
      <w:r w:rsidR="00E6289B">
        <w:br/>
      </w:r>
      <w:r w:rsidR="007E2CDD" w:rsidRPr="007E2CDD">
        <w:t>w odpowiedzi na zapytanie nr E</w:t>
      </w:r>
      <w:r w:rsidR="00A60B45">
        <w:t>T</w:t>
      </w:r>
      <w:r w:rsidR="007E2CDD" w:rsidRPr="007E2CDD">
        <w:t>/</w:t>
      </w:r>
      <w:r w:rsidR="00A60B45">
        <w:t>2025</w:t>
      </w:r>
      <w:r w:rsidR="007E2CDD" w:rsidRPr="007E2CDD">
        <w:t>/</w:t>
      </w:r>
      <w:r w:rsidR="00E6289B">
        <w:t>4</w:t>
      </w:r>
      <w:r w:rsidR="007E2CDD" w:rsidRPr="007E2CDD">
        <w:t xml:space="preserve">, z dnia </w:t>
      </w:r>
      <w:r w:rsidR="00E6289B">
        <w:t>30</w:t>
      </w:r>
      <w:r w:rsidR="007E2CDD" w:rsidRPr="007E2CDD">
        <w:t>.</w:t>
      </w:r>
      <w:r w:rsidR="00E6289B">
        <w:t>12</w:t>
      </w:r>
      <w:r w:rsidR="007E2CDD" w:rsidRPr="007E2CDD">
        <w:t>.20</w:t>
      </w:r>
      <w:r w:rsidR="00D66711">
        <w:t>2</w:t>
      </w:r>
      <w:r w:rsidR="00A60B45">
        <w:t>5</w:t>
      </w:r>
      <w:r w:rsidR="007E2CDD" w:rsidRPr="007E2CDD">
        <w:t xml:space="preserve"> roku.</w:t>
      </w:r>
      <w:r w:rsidR="00A60B45" w:rsidRPr="00A60B45">
        <w:rPr>
          <w:rFonts w:cstheme="minorHAnsi"/>
        </w:rPr>
        <w:t xml:space="preserve"> </w:t>
      </w:r>
    </w:p>
    <w:p w14:paraId="677C1973" w14:textId="77777777" w:rsidR="009E54A3" w:rsidRPr="009E54A3" w:rsidRDefault="009E54A3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1) Oferuję spełnienie przedmiotu zamówienia, zgodnie z warunkami i postanowieniami zawartymi </w:t>
      </w:r>
      <w:r w:rsidRPr="009E54A3">
        <w:rPr>
          <w:rFonts w:ascii="Calibri" w:eastAsia="Calibri" w:hAnsi="Calibri" w:cs="Times New Roman"/>
        </w:rPr>
        <w:br/>
        <w:t>w zapytaniu ofertowym za cenę:</w:t>
      </w: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506"/>
        <w:gridCol w:w="5023"/>
        <w:gridCol w:w="1134"/>
        <w:gridCol w:w="865"/>
        <w:gridCol w:w="1652"/>
      </w:tblGrid>
      <w:tr w:rsidR="009E54A3" w:rsidRPr="009E54A3" w14:paraId="1F3CF09A" w14:textId="77777777" w:rsidTr="009E54A3">
        <w:tc>
          <w:tcPr>
            <w:tcW w:w="506" w:type="dxa"/>
          </w:tcPr>
          <w:p w14:paraId="1EE92D64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l.p.</w:t>
            </w:r>
          </w:p>
        </w:tc>
        <w:tc>
          <w:tcPr>
            <w:tcW w:w="5023" w:type="dxa"/>
          </w:tcPr>
          <w:p w14:paraId="727F1C48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 xml:space="preserve">Nazwa towaru </w:t>
            </w:r>
          </w:p>
        </w:tc>
        <w:tc>
          <w:tcPr>
            <w:tcW w:w="1134" w:type="dxa"/>
          </w:tcPr>
          <w:p w14:paraId="116CF6E3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Jednostka</w:t>
            </w:r>
          </w:p>
        </w:tc>
        <w:tc>
          <w:tcPr>
            <w:tcW w:w="865" w:type="dxa"/>
          </w:tcPr>
          <w:p w14:paraId="1C481857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Ilość</w:t>
            </w:r>
          </w:p>
        </w:tc>
        <w:tc>
          <w:tcPr>
            <w:tcW w:w="1652" w:type="dxa"/>
          </w:tcPr>
          <w:p w14:paraId="14DA8C16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Cena netto</w:t>
            </w:r>
          </w:p>
        </w:tc>
      </w:tr>
      <w:tr w:rsidR="009E54A3" w:rsidRPr="009E54A3" w14:paraId="6895F2B9" w14:textId="77777777" w:rsidTr="009E54A3">
        <w:tc>
          <w:tcPr>
            <w:tcW w:w="506" w:type="dxa"/>
          </w:tcPr>
          <w:p w14:paraId="7FE6F7CB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5023" w:type="dxa"/>
          </w:tcPr>
          <w:p w14:paraId="5ABD1B42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1134" w:type="dxa"/>
          </w:tcPr>
          <w:p w14:paraId="23CB9E33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865" w:type="dxa"/>
          </w:tcPr>
          <w:p w14:paraId="5580E198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1652" w:type="dxa"/>
          </w:tcPr>
          <w:p w14:paraId="4C5B609B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5</w:t>
            </w:r>
          </w:p>
        </w:tc>
      </w:tr>
      <w:tr w:rsidR="009E54A3" w:rsidRPr="009E54A3" w14:paraId="4B6B2FFA" w14:textId="77777777" w:rsidTr="002F5F91">
        <w:trPr>
          <w:trHeight w:val="284"/>
        </w:trPr>
        <w:tc>
          <w:tcPr>
            <w:tcW w:w="506" w:type="dxa"/>
          </w:tcPr>
          <w:p w14:paraId="5B8D89EF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54A3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5023" w:type="dxa"/>
          </w:tcPr>
          <w:p w14:paraId="675EF697" w14:textId="77777777" w:rsid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C80BC7D" w14:textId="64F35D63" w:rsidR="00A60B45" w:rsidRPr="009E54A3" w:rsidRDefault="00A60B45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14:paraId="01CBEFB7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65" w:type="dxa"/>
          </w:tcPr>
          <w:p w14:paraId="07B7ECF7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52" w:type="dxa"/>
          </w:tcPr>
          <w:p w14:paraId="360A7D06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D2537" w:rsidRPr="009E54A3" w14:paraId="1E905F02" w14:textId="77777777" w:rsidTr="004264AA">
        <w:trPr>
          <w:trHeight w:val="284"/>
        </w:trPr>
        <w:tc>
          <w:tcPr>
            <w:tcW w:w="7528" w:type="dxa"/>
            <w:gridSpan w:val="4"/>
          </w:tcPr>
          <w:p w14:paraId="7F0FBB69" w14:textId="184BACBA" w:rsidR="007D2537" w:rsidRPr="007D2537" w:rsidRDefault="007D2537" w:rsidP="007D2537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</w:rPr>
            </w:pPr>
            <w:r w:rsidRPr="007D2537">
              <w:rPr>
                <w:rFonts w:ascii="Calibri" w:eastAsia="Calibri" w:hAnsi="Calibri" w:cs="Times New Roman"/>
                <w:b/>
                <w:bCs/>
              </w:rPr>
              <w:t>Cena netto</w:t>
            </w:r>
          </w:p>
        </w:tc>
        <w:tc>
          <w:tcPr>
            <w:tcW w:w="1652" w:type="dxa"/>
          </w:tcPr>
          <w:p w14:paraId="1995B012" w14:textId="77777777" w:rsidR="007D2537" w:rsidRPr="009E54A3" w:rsidRDefault="007D2537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D2537" w:rsidRPr="009E54A3" w14:paraId="5A251FBA" w14:textId="77777777" w:rsidTr="004264AA">
        <w:trPr>
          <w:trHeight w:val="284"/>
        </w:trPr>
        <w:tc>
          <w:tcPr>
            <w:tcW w:w="7528" w:type="dxa"/>
            <w:gridSpan w:val="4"/>
          </w:tcPr>
          <w:p w14:paraId="35EE1737" w14:textId="3F561C0C" w:rsidR="007D2537" w:rsidRPr="007D2537" w:rsidRDefault="007D2537" w:rsidP="007D2537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</w:rPr>
            </w:pPr>
            <w:r w:rsidRPr="007D2537">
              <w:rPr>
                <w:rFonts w:ascii="Calibri" w:eastAsia="Calibri" w:hAnsi="Calibri" w:cs="Times New Roman"/>
                <w:b/>
                <w:bCs/>
              </w:rPr>
              <w:t>Cena brutto</w:t>
            </w:r>
          </w:p>
        </w:tc>
        <w:tc>
          <w:tcPr>
            <w:tcW w:w="1652" w:type="dxa"/>
          </w:tcPr>
          <w:p w14:paraId="09FD6C01" w14:textId="77777777" w:rsidR="007D2537" w:rsidRPr="009E54A3" w:rsidRDefault="007D2537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753D52D0" w14:textId="77777777" w:rsidR="00BA368C" w:rsidRDefault="00BA368C" w:rsidP="002F5F91">
      <w:pPr>
        <w:contextualSpacing/>
        <w:jc w:val="both"/>
        <w:rPr>
          <w:rFonts w:ascii="Calibri" w:eastAsia="Calibri" w:hAnsi="Calibri" w:cs="Times New Roman"/>
        </w:rPr>
      </w:pPr>
    </w:p>
    <w:p w14:paraId="4C9EF7B6" w14:textId="77777777" w:rsidR="009E54A3" w:rsidRPr="009E54A3" w:rsidRDefault="009E54A3" w:rsidP="009E54A3">
      <w:pPr>
        <w:numPr>
          <w:ilvl w:val="0"/>
          <w:numId w:val="1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Termin ważności oferty: 30 dni</w:t>
      </w:r>
    </w:p>
    <w:p w14:paraId="0B61559D" w14:textId="3E0409CB" w:rsidR="007D2537" w:rsidRPr="009E54A3" w:rsidRDefault="009E54A3" w:rsidP="00A60B45">
      <w:pPr>
        <w:numPr>
          <w:ilvl w:val="0"/>
          <w:numId w:val="1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Termin realizacji zamówienia:</w:t>
      </w:r>
      <w:r w:rsidR="00A60B45">
        <w:rPr>
          <w:rFonts w:ascii="Calibri" w:eastAsia="Calibri" w:hAnsi="Calibri" w:cs="Times New Roman"/>
        </w:rPr>
        <w:t xml:space="preserve"> </w:t>
      </w:r>
      <w:r w:rsidR="00E6289B">
        <w:rPr>
          <w:rFonts w:ascii="Calibri" w:eastAsia="Calibri" w:hAnsi="Calibri" w:cs="Times New Roman"/>
        </w:rPr>
        <w:t>9</w:t>
      </w:r>
      <w:r w:rsidR="00A60B45">
        <w:rPr>
          <w:rFonts w:ascii="Calibri" w:eastAsia="Calibri" w:hAnsi="Calibri" w:cs="Times New Roman"/>
        </w:rPr>
        <w:t>0 dni</w:t>
      </w:r>
    </w:p>
    <w:p w14:paraId="3E7AD8CB" w14:textId="77777777" w:rsidR="009E54A3" w:rsidRPr="009E54A3" w:rsidRDefault="009E54A3" w:rsidP="009E54A3">
      <w:pPr>
        <w:numPr>
          <w:ilvl w:val="0"/>
          <w:numId w:val="1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Termin i warunki </w:t>
      </w:r>
      <w:proofErr w:type="gramStart"/>
      <w:r w:rsidRPr="009E54A3">
        <w:rPr>
          <w:rFonts w:ascii="Calibri" w:eastAsia="Calibri" w:hAnsi="Calibri" w:cs="Times New Roman"/>
        </w:rPr>
        <w:t>płatności: ….</w:t>
      </w:r>
      <w:proofErr w:type="gramEnd"/>
      <w:r w:rsidRPr="009E54A3">
        <w:rPr>
          <w:rFonts w:ascii="Calibri" w:eastAsia="Calibri" w:hAnsi="Calibri" w:cs="Times New Roman"/>
        </w:rPr>
        <w:t>.</w:t>
      </w:r>
    </w:p>
    <w:p w14:paraId="72C885C2" w14:textId="36EBF1B7" w:rsidR="002F5F91" w:rsidRPr="007D2537" w:rsidRDefault="009E54A3" w:rsidP="007D2537">
      <w:pPr>
        <w:numPr>
          <w:ilvl w:val="0"/>
          <w:numId w:val="12"/>
        </w:numPr>
        <w:spacing w:line="36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Osoba do kontaktu: ……</w:t>
      </w:r>
    </w:p>
    <w:p w14:paraId="393D0E65" w14:textId="08E5CBCF" w:rsidR="009E54A3" w:rsidRPr="009E54A3" w:rsidRDefault="009E54A3" w:rsidP="007D2537">
      <w:pPr>
        <w:spacing w:line="360" w:lineRule="auto"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Oświadczam, że: </w:t>
      </w:r>
    </w:p>
    <w:p w14:paraId="765E0F4E" w14:textId="77777777" w:rsidR="009E54A3" w:rsidRPr="009E54A3" w:rsidRDefault="006E02D8" w:rsidP="007D2537">
      <w:pPr>
        <w:spacing w:line="240" w:lineRule="auto"/>
        <w:ind w:left="284" w:hanging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</w:t>
      </w:r>
      <w:r w:rsidR="009E54A3" w:rsidRPr="009E54A3">
        <w:rPr>
          <w:rFonts w:ascii="Calibri" w:eastAsia="Calibri" w:hAnsi="Calibri" w:cs="Times New Roman"/>
        </w:rPr>
        <w:t>)</w:t>
      </w:r>
      <w:r w:rsidR="009E54A3" w:rsidRPr="009E54A3">
        <w:rPr>
          <w:rFonts w:ascii="Calibri" w:eastAsia="Calibri" w:hAnsi="Calibri" w:cs="Times New Roman"/>
        </w:rPr>
        <w:tab/>
        <w:t xml:space="preserve">zapoznałem/zapoznaliśmy się z warunkami zawartymi w zapytaniu ofertowym, </w:t>
      </w:r>
    </w:p>
    <w:p w14:paraId="117E22A4" w14:textId="7B44CBE8" w:rsidR="009E54A3" w:rsidRPr="009E54A3" w:rsidRDefault="006E02D8" w:rsidP="007D2537">
      <w:pPr>
        <w:spacing w:line="240" w:lineRule="auto"/>
        <w:ind w:left="284" w:hanging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</w:t>
      </w:r>
      <w:r w:rsidR="009E54A3" w:rsidRPr="009E54A3">
        <w:rPr>
          <w:rFonts w:ascii="Calibri" w:eastAsia="Calibri" w:hAnsi="Calibri" w:cs="Times New Roman"/>
        </w:rPr>
        <w:t>)</w:t>
      </w:r>
      <w:r w:rsidR="009E54A3" w:rsidRPr="009E54A3">
        <w:rPr>
          <w:rFonts w:ascii="Calibri" w:eastAsia="Calibri" w:hAnsi="Calibri" w:cs="Times New Roman"/>
        </w:rPr>
        <w:tab/>
        <w:t>otrzymałem/</w:t>
      </w:r>
      <w:r w:rsidR="002F5F91">
        <w:rPr>
          <w:rFonts w:ascii="Calibri" w:eastAsia="Calibri" w:hAnsi="Calibri" w:cs="Times New Roman"/>
        </w:rPr>
        <w:t>-</w:t>
      </w:r>
      <w:r w:rsidR="009E54A3" w:rsidRPr="009E54A3">
        <w:rPr>
          <w:rFonts w:ascii="Calibri" w:eastAsia="Calibri" w:hAnsi="Calibri" w:cs="Times New Roman"/>
        </w:rPr>
        <w:t>liśmy konieczne informacje potrzebne do właściwego wykonania zamówienia,</w:t>
      </w:r>
    </w:p>
    <w:p w14:paraId="3CC73F69" w14:textId="77777777" w:rsidR="009E54A3" w:rsidRPr="009E54A3" w:rsidRDefault="006E02D8" w:rsidP="007D2537">
      <w:pPr>
        <w:spacing w:line="240" w:lineRule="auto"/>
        <w:ind w:left="284" w:hanging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</w:t>
      </w:r>
      <w:r w:rsidR="009E54A3" w:rsidRPr="009E54A3">
        <w:rPr>
          <w:rFonts w:ascii="Calibri" w:eastAsia="Calibri" w:hAnsi="Calibri" w:cs="Times New Roman"/>
        </w:rPr>
        <w:t>)</w:t>
      </w:r>
      <w:r w:rsidR="009E54A3" w:rsidRPr="009E54A3">
        <w:rPr>
          <w:rFonts w:ascii="Calibri" w:eastAsia="Calibri" w:hAnsi="Calibri" w:cs="Times New Roman"/>
        </w:rPr>
        <w:tab/>
        <w:t>w cenie oferty zostały uwzgl</w:t>
      </w:r>
      <w:r w:rsidR="009E54A3">
        <w:rPr>
          <w:rFonts w:ascii="Calibri" w:eastAsia="Calibri" w:hAnsi="Calibri" w:cs="Times New Roman"/>
        </w:rPr>
        <w:t xml:space="preserve">ędnione wszystkie koszty </w:t>
      </w:r>
      <w:r w:rsidR="009E54A3" w:rsidRPr="009E54A3">
        <w:rPr>
          <w:rFonts w:ascii="Calibri" w:eastAsia="Calibri" w:hAnsi="Calibri" w:cs="Times New Roman"/>
        </w:rPr>
        <w:t>przedmiotu zamówienia,</w:t>
      </w:r>
    </w:p>
    <w:p w14:paraId="029E1024" w14:textId="4B9C4D1B" w:rsidR="009E54A3" w:rsidRPr="009E54A3" w:rsidRDefault="009E54A3" w:rsidP="007D2537">
      <w:pPr>
        <w:spacing w:line="240" w:lineRule="auto"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Załączniki:</w:t>
      </w:r>
    </w:p>
    <w:p w14:paraId="177C91DA" w14:textId="1EFB181A" w:rsidR="009E54A3" w:rsidRDefault="009E54A3" w:rsidP="007D2537">
      <w:pPr>
        <w:spacing w:line="240" w:lineRule="auto"/>
        <w:ind w:left="284"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- oświadczenie dotyczące powiązań (wg wzoru – zał. nr 1 do zapytania ofertowego)</w:t>
      </w:r>
    </w:p>
    <w:p w14:paraId="5F37598A" w14:textId="648D572F" w:rsidR="00E15C1B" w:rsidRDefault="00E15C1B" w:rsidP="007D2537">
      <w:pPr>
        <w:spacing w:line="240" w:lineRule="auto"/>
        <w:ind w:left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oświadczenie o wiedzy i doświadczeniu (wg wzoru – zał. nr 4 do zapytania ofertowego)</w:t>
      </w:r>
    </w:p>
    <w:p w14:paraId="1FE826F5" w14:textId="7E9DC057" w:rsidR="00E15C1B" w:rsidRPr="009E54A3" w:rsidRDefault="00E15C1B" w:rsidP="007D2537">
      <w:pPr>
        <w:spacing w:line="240" w:lineRule="auto"/>
        <w:ind w:left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="00E6289B">
        <w:rPr>
          <w:rFonts w:ascii="Calibri" w:eastAsia="Calibri" w:hAnsi="Calibri" w:cs="Times New Roman"/>
        </w:rPr>
        <w:t>demonstrator</w:t>
      </w:r>
    </w:p>
    <w:p w14:paraId="7557A007" w14:textId="77777777" w:rsidR="00A60B45" w:rsidRDefault="00A60B45" w:rsidP="00E15C1B">
      <w:pPr>
        <w:contextualSpacing/>
        <w:jc w:val="both"/>
        <w:rPr>
          <w:rFonts w:ascii="Calibri" w:eastAsia="Calibri" w:hAnsi="Calibri" w:cs="Times New Roman"/>
        </w:rPr>
      </w:pPr>
    </w:p>
    <w:p w14:paraId="20F40A66" w14:textId="4126FE9C" w:rsidR="009E54A3" w:rsidRPr="009E54A3" w:rsidRDefault="009E54A3" w:rsidP="009E54A3">
      <w:pPr>
        <w:ind w:left="3540" w:firstLine="708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………………………………..</w:t>
      </w:r>
    </w:p>
    <w:p w14:paraId="20B6AAC8" w14:textId="1A152224" w:rsidR="00262F04" w:rsidRPr="002F5F91" w:rsidRDefault="009E54A3" w:rsidP="002F5F91">
      <w:pPr>
        <w:ind w:left="3540" w:firstLine="708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9E54A3">
        <w:rPr>
          <w:rFonts w:ascii="Calibri" w:eastAsia="Calibri" w:hAnsi="Calibri" w:cs="Times New Roman"/>
          <w:sz w:val="20"/>
          <w:szCs w:val="20"/>
        </w:rPr>
        <w:t>Data i podpis upoważnionego przedstawiciela Oferenta</w:t>
      </w:r>
    </w:p>
    <w:sectPr w:rsidR="00262F04" w:rsidRPr="002F5F91" w:rsidSect="00A60B45">
      <w:headerReference w:type="default" r:id="rId7"/>
      <w:footerReference w:type="default" r:id="rId8"/>
      <w:pgSz w:w="11906" w:h="16838"/>
      <w:pgMar w:top="2326" w:right="1417" w:bottom="1701" w:left="1417" w:header="426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89FF2" w14:textId="77777777" w:rsidR="00F60B57" w:rsidRDefault="00F60B57" w:rsidP="00471991">
      <w:pPr>
        <w:spacing w:after="0" w:line="240" w:lineRule="auto"/>
      </w:pPr>
      <w:r>
        <w:separator/>
      </w:r>
    </w:p>
  </w:endnote>
  <w:endnote w:type="continuationSeparator" w:id="0">
    <w:p w14:paraId="7957899B" w14:textId="77777777" w:rsidR="00F60B57" w:rsidRDefault="00F60B57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86D9" w14:textId="77777777" w:rsidR="004F031E" w:rsidRDefault="00F60B57" w:rsidP="006C7E02">
    <w:pPr>
      <w:pStyle w:val="Stopka"/>
    </w:pPr>
    <w:r>
      <w:rPr>
        <w:noProof/>
      </w:rPr>
      <w:pict w14:anchorId="189528F6">
        <v:rect id="_x0000_i1025" alt="" style="width:453.6pt;height:.05pt;mso-width-percent:0;mso-height-percent:0;mso-width-percent:0;mso-height-percent:0" o:hralign="center" o:bullet="t" o:hrstd="t" o:hr="t" fillcolor="#a0a0a0" stroked="f"/>
      </w:pict>
    </w:r>
  </w:p>
  <w:p w14:paraId="6F3E094C" w14:textId="77777777" w:rsidR="006C7E02" w:rsidRPr="006C7E02" w:rsidRDefault="006C7E02" w:rsidP="006C7E02">
    <w:pPr>
      <w:pStyle w:val="Stopka"/>
      <w:rPr>
        <w:sz w:val="8"/>
        <w:szCs w:val="8"/>
      </w:rPr>
    </w:pPr>
  </w:p>
  <w:p w14:paraId="675022EC" w14:textId="77777777" w:rsidR="00A60B45" w:rsidRPr="009C5241" w:rsidRDefault="00A60B45" w:rsidP="00A60B45">
    <w:pPr>
      <w:pStyle w:val="Stopka"/>
      <w:rPr>
        <w:sz w:val="8"/>
        <w:szCs w:val="8"/>
      </w:rPr>
    </w:pPr>
  </w:p>
  <w:p w14:paraId="0858A416" w14:textId="77777777" w:rsidR="00A60B45" w:rsidRDefault="00A60B45" w:rsidP="00A60B45">
    <w:pPr>
      <w:pStyle w:val="Stopka"/>
      <w:rPr>
        <w:color w:val="808080" w:themeColor="background1" w:themeShade="80"/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EDE49FC" wp14:editId="30C9471A">
          <wp:simplePos x="0" y="0"/>
          <wp:positionH relativeFrom="column">
            <wp:posOffset>4326255</wp:posOffset>
          </wp:positionH>
          <wp:positionV relativeFrom="paragraph">
            <wp:posOffset>37465</wp:posOffset>
          </wp:positionV>
          <wp:extent cx="1438275" cy="304165"/>
          <wp:effectExtent l="0" t="0" r="0" b="635"/>
          <wp:wrapSquare wrapText="bothSides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272BA">
      <w:rPr>
        <w:color w:val="808080" w:themeColor="background1" w:themeShade="80"/>
        <w:sz w:val="20"/>
      </w:rPr>
      <w:t>ElectroTile</w:t>
    </w:r>
    <w:proofErr w:type="spellEnd"/>
    <w:r w:rsidRPr="00B272BA">
      <w:rPr>
        <w:color w:val="808080" w:themeColor="background1" w:themeShade="80"/>
        <w:sz w:val="20"/>
      </w:rPr>
      <w:t xml:space="preserve"> </w:t>
    </w:r>
    <w:r>
      <w:rPr>
        <w:color w:val="808080" w:themeColor="background1" w:themeShade="80"/>
        <w:sz w:val="20"/>
      </w:rPr>
      <w:t xml:space="preserve">Sp. </w:t>
    </w:r>
    <w:proofErr w:type="gramStart"/>
    <w:r>
      <w:rPr>
        <w:color w:val="808080" w:themeColor="background1" w:themeShade="80"/>
        <w:sz w:val="20"/>
      </w:rPr>
      <w:t>z o.o. ,</w:t>
    </w:r>
    <w:proofErr w:type="gramEnd"/>
    <w:r>
      <w:rPr>
        <w:color w:val="808080" w:themeColor="background1" w:themeShade="80"/>
        <w:sz w:val="20"/>
      </w:rPr>
      <w:t xml:space="preserve"> ul. Puławska 427</w:t>
    </w:r>
    <w:r w:rsidRPr="00B272BA">
      <w:rPr>
        <w:color w:val="808080" w:themeColor="background1" w:themeShade="80"/>
        <w:sz w:val="20"/>
      </w:rPr>
      <w:t>, 02-</w:t>
    </w:r>
    <w:r>
      <w:rPr>
        <w:color w:val="808080" w:themeColor="background1" w:themeShade="80"/>
        <w:sz w:val="20"/>
      </w:rPr>
      <w:t>801 Warszawa</w:t>
    </w:r>
  </w:p>
  <w:p w14:paraId="4B9B9D22" w14:textId="77777777" w:rsidR="00A60B45" w:rsidRPr="00B272BA" w:rsidRDefault="00A60B45" w:rsidP="00A60B45">
    <w:pPr>
      <w:pStyle w:val="Stopka"/>
      <w:tabs>
        <w:tab w:val="clear" w:pos="9072"/>
      </w:tabs>
      <w:rPr>
        <w:color w:val="808080" w:themeColor="background1" w:themeShade="80"/>
        <w:sz w:val="20"/>
      </w:rPr>
    </w:pPr>
  </w:p>
  <w:p w14:paraId="6ADADEEA" w14:textId="2BE80396" w:rsidR="00471991" w:rsidRPr="00A60B45" w:rsidRDefault="00A60B45" w:rsidP="00A60B45">
    <w:pPr>
      <w:pStyle w:val="Stopka"/>
      <w:tabs>
        <w:tab w:val="clear" w:pos="9072"/>
      </w:tabs>
    </w:pPr>
    <w:r w:rsidRPr="009431CE">
      <w:rPr>
        <w:color w:val="808080" w:themeColor="background1" w:themeShade="80"/>
        <w:sz w:val="20"/>
      </w:rPr>
      <w:t>Telephone: 606 814 361 | FAX: 22 3141410 | E-mail: oa@electrotile.com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B45B4" w14:textId="77777777" w:rsidR="00F60B57" w:rsidRDefault="00F60B57" w:rsidP="00471991">
      <w:pPr>
        <w:spacing w:after="0" w:line="240" w:lineRule="auto"/>
      </w:pPr>
      <w:r>
        <w:separator/>
      </w:r>
    </w:p>
  </w:footnote>
  <w:footnote w:type="continuationSeparator" w:id="0">
    <w:p w14:paraId="15167626" w14:textId="77777777" w:rsidR="00F60B57" w:rsidRDefault="00F60B57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E0D2" w14:textId="0E450409" w:rsidR="00471991" w:rsidRDefault="00A60B45" w:rsidP="00455431">
    <w:pPr>
      <w:rPr>
        <w:sz w:val="16"/>
        <w:szCs w:val="16"/>
      </w:rPr>
    </w:pPr>
    <w:r w:rsidRPr="00C84BF3">
      <w:rPr>
        <w:noProof/>
        <w:sz w:val="16"/>
        <w:szCs w:val="16"/>
      </w:rPr>
      <w:drawing>
        <wp:inline distT="0" distB="0" distL="0" distR="0" wp14:anchorId="08B8979A" wp14:editId="72EB96F3">
          <wp:extent cx="5760720" cy="521335"/>
          <wp:effectExtent l="0" t="0" r="5080" b="0"/>
          <wp:docPr id="1995211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2114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1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3F9985" w14:textId="77777777" w:rsidR="00A60B45" w:rsidRDefault="00471991" w:rsidP="00A60B45">
    <w:pPr>
      <w:spacing w:after="0" w:line="240" w:lineRule="auto"/>
      <w:jc w:val="center"/>
      <w:rPr>
        <w:sz w:val="16"/>
        <w:szCs w:val="16"/>
      </w:rPr>
    </w:pPr>
    <w:r w:rsidRPr="00E829B3">
      <w:rPr>
        <w:sz w:val="16"/>
        <w:szCs w:val="16"/>
      </w:rPr>
      <w:t xml:space="preserve">Projekt współfinansowany z </w:t>
    </w:r>
    <w:r w:rsidR="00A60B45" w:rsidRPr="00E829B3">
      <w:rPr>
        <w:sz w:val="16"/>
        <w:szCs w:val="16"/>
      </w:rPr>
      <w:t>Europejskiego Funduszu Rozwoju Regionalnego</w:t>
    </w:r>
    <w:r w:rsidR="00A60B45">
      <w:rPr>
        <w:sz w:val="16"/>
        <w:szCs w:val="16"/>
      </w:rPr>
      <w:t xml:space="preserve"> </w:t>
    </w:r>
  </w:p>
  <w:p w14:paraId="35F1457B" w14:textId="77777777" w:rsidR="00A60B45" w:rsidRDefault="00A60B45" w:rsidP="00A60B45">
    <w:pPr>
      <w:pStyle w:val="Stopka"/>
      <w:jc w:val="center"/>
    </w:pPr>
    <w:r w:rsidRPr="00E829B3">
      <w:rPr>
        <w:sz w:val="16"/>
        <w:szCs w:val="16"/>
      </w:rPr>
      <w:t>w ramach</w:t>
    </w:r>
    <w:r>
      <w:rPr>
        <w:sz w:val="16"/>
        <w:szCs w:val="16"/>
      </w:rPr>
      <w:t xml:space="preserve"> </w:t>
    </w:r>
    <w:r w:rsidRPr="00C84BF3">
      <w:rPr>
        <w:sz w:val="16"/>
        <w:szCs w:val="16"/>
      </w:rPr>
      <w:t>Programu Fundusze Europejskie dla Mazowsza 2021-2027</w:t>
    </w:r>
  </w:p>
  <w:p w14:paraId="6FED8A8F" w14:textId="04034213" w:rsidR="00471991" w:rsidRDefault="00471991" w:rsidP="00A60B45">
    <w:pPr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66" style="width:0;height:1.5pt" o:hralign="center" o:bullet="t" o:hrstd="t" o:hr="t" fillcolor="#a0a0a0" stroked="f"/>
    </w:pict>
  </w:numPicBullet>
  <w:abstractNum w:abstractNumId="0" w15:restartNumberingAfterBreak="0">
    <w:nsid w:val="0F1B2171"/>
    <w:multiLevelType w:val="hybridMultilevel"/>
    <w:tmpl w:val="AB8CB96A"/>
    <w:lvl w:ilvl="0" w:tplc="2716D4A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22776"/>
    <w:multiLevelType w:val="hybridMultilevel"/>
    <w:tmpl w:val="3FDA0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61DFE"/>
    <w:multiLevelType w:val="hybridMultilevel"/>
    <w:tmpl w:val="15781F32"/>
    <w:lvl w:ilvl="0" w:tplc="29B8E3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21E68"/>
    <w:multiLevelType w:val="hybridMultilevel"/>
    <w:tmpl w:val="79F07230"/>
    <w:lvl w:ilvl="0" w:tplc="58485A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E31AF"/>
    <w:multiLevelType w:val="hybridMultilevel"/>
    <w:tmpl w:val="9072E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0415E"/>
    <w:multiLevelType w:val="hybridMultilevel"/>
    <w:tmpl w:val="F24E49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9926162"/>
    <w:multiLevelType w:val="hybridMultilevel"/>
    <w:tmpl w:val="2C5E9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40187"/>
    <w:multiLevelType w:val="hybridMultilevel"/>
    <w:tmpl w:val="6D4C7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A5B50"/>
    <w:multiLevelType w:val="hybridMultilevel"/>
    <w:tmpl w:val="B9B62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95A42"/>
    <w:multiLevelType w:val="hybridMultilevel"/>
    <w:tmpl w:val="792AA4F4"/>
    <w:lvl w:ilvl="0" w:tplc="BBC650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93C5C"/>
    <w:multiLevelType w:val="hybridMultilevel"/>
    <w:tmpl w:val="9EB2AFBA"/>
    <w:lvl w:ilvl="0" w:tplc="6B5C27F8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366956700">
    <w:abstractNumId w:val="3"/>
  </w:num>
  <w:num w:numId="2" w16cid:durableId="1737510183">
    <w:abstractNumId w:val="8"/>
  </w:num>
  <w:num w:numId="3" w16cid:durableId="1016078444">
    <w:abstractNumId w:val="6"/>
  </w:num>
  <w:num w:numId="4" w16cid:durableId="986010787">
    <w:abstractNumId w:val="10"/>
  </w:num>
  <w:num w:numId="5" w16cid:durableId="1408116221">
    <w:abstractNumId w:val="1"/>
  </w:num>
  <w:num w:numId="6" w16cid:durableId="1721051324">
    <w:abstractNumId w:val="0"/>
  </w:num>
  <w:num w:numId="7" w16cid:durableId="1579707275">
    <w:abstractNumId w:val="5"/>
  </w:num>
  <w:num w:numId="8" w16cid:durableId="1403332343">
    <w:abstractNumId w:val="7"/>
  </w:num>
  <w:num w:numId="9" w16cid:durableId="1040937577">
    <w:abstractNumId w:val="4"/>
  </w:num>
  <w:num w:numId="10" w16cid:durableId="1617254225">
    <w:abstractNumId w:val="9"/>
  </w:num>
  <w:num w:numId="11" w16cid:durableId="1303002037">
    <w:abstractNumId w:val="2"/>
  </w:num>
  <w:num w:numId="12" w16cid:durableId="14032597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DE8"/>
    <w:rsid w:val="00001D3F"/>
    <w:rsid w:val="00011737"/>
    <w:rsid w:val="000213FD"/>
    <w:rsid w:val="00023C7E"/>
    <w:rsid w:val="000266B6"/>
    <w:rsid w:val="000462A5"/>
    <w:rsid w:val="00090D17"/>
    <w:rsid w:val="000A1341"/>
    <w:rsid w:val="000A3B05"/>
    <w:rsid w:val="000F02F5"/>
    <w:rsid w:val="00116761"/>
    <w:rsid w:val="00123420"/>
    <w:rsid w:val="00132F2E"/>
    <w:rsid w:val="001364E3"/>
    <w:rsid w:val="00161C57"/>
    <w:rsid w:val="00162CDC"/>
    <w:rsid w:val="0016319C"/>
    <w:rsid w:val="0017270F"/>
    <w:rsid w:val="00192231"/>
    <w:rsid w:val="001B1B0D"/>
    <w:rsid w:val="001F071C"/>
    <w:rsid w:val="001F2BC0"/>
    <w:rsid w:val="00261314"/>
    <w:rsid w:val="00261A52"/>
    <w:rsid w:val="00262F04"/>
    <w:rsid w:val="00264F54"/>
    <w:rsid w:val="002A014E"/>
    <w:rsid w:val="002F5F91"/>
    <w:rsid w:val="0030096D"/>
    <w:rsid w:val="00305C56"/>
    <w:rsid w:val="00306A0D"/>
    <w:rsid w:val="003101E3"/>
    <w:rsid w:val="00321D4B"/>
    <w:rsid w:val="00326DD8"/>
    <w:rsid w:val="0033340D"/>
    <w:rsid w:val="00337350"/>
    <w:rsid w:val="00344822"/>
    <w:rsid w:val="0035063F"/>
    <w:rsid w:val="003653D8"/>
    <w:rsid w:val="0036542C"/>
    <w:rsid w:val="003744A5"/>
    <w:rsid w:val="00381C34"/>
    <w:rsid w:val="003A46E0"/>
    <w:rsid w:val="003E7495"/>
    <w:rsid w:val="00403E8B"/>
    <w:rsid w:val="00407A3F"/>
    <w:rsid w:val="00407D70"/>
    <w:rsid w:val="0041706F"/>
    <w:rsid w:val="00417F6D"/>
    <w:rsid w:val="00454DE2"/>
    <w:rsid w:val="00455431"/>
    <w:rsid w:val="00471991"/>
    <w:rsid w:val="00476036"/>
    <w:rsid w:val="00494654"/>
    <w:rsid w:val="004A0A54"/>
    <w:rsid w:val="004A6009"/>
    <w:rsid w:val="004C65DE"/>
    <w:rsid w:val="004E662F"/>
    <w:rsid w:val="004F031E"/>
    <w:rsid w:val="00500D66"/>
    <w:rsid w:val="00506146"/>
    <w:rsid w:val="00511B0F"/>
    <w:rsid w:val="00530713"/>
    <w:rsid w:val="005320E8"/>
    <w:rsid w:val="0053397D"/>
    <w:rsid w:val="005426D7"/>
    <w:rsid w:val="00543559"/>
    <w:rsid w:val="00551544"/>
    <w:rsid w:val="005646E8"/>
    <w:rsid w:val="00565A9F"/>
    <w:rsid w:val="005A1A8A"/>
    <w:rsid w:val="005B4A85"/>
    <w:rsid w:val="005B604D"/>
    <w:rsid w:val="005D1E1F"/>
    <w:rsid w:val="005D7E7A"/>
    <w:rsid w:val="005E0F0D"/>
    <w:rsid w:val="005E3344"/>
    <w:rsid w:val="005F3E7B"/>
    <w:rsid w:val="0060348F"/>
    <w:rsid w:val="00603C10"/>
    <w:rsid w:val="006348DA"/>
    <w:rsid w:val="0064258B"/>
    <w:rsid w:val="006431CA"/>
    <w:rsid w:val="00663A7F"/>
    <w:rsid w:val="006652CA"/>
    <w:rsid w:val="00681527"/>
    <w:rsid w:val="006C7E02"/>
    <w:rsid w:val="006E02D8"/>
    <w:rsid w:val="006E3ECC"/>
    <w:rsid w:val="006F0E7D"/>
    <w:rsid w:val="007069E2"/>
    <w:rsid w:val="00730B80"/>
    <w:rsid w:val="00733E49"/>
    <w:rsid w:val="0076559D"/>
    <w:rsid w:val="007743C2"/>
    <w:rsid w:val="00775C41"/>
    <w:rsid w:val="00777B1F"/>
    <w:rsid w:val="00795ED1"/>
    <w:rsid w:val="007A775C"/>
    <w:rsid w:val="007C4AA1"/>
    <w:rsid w:val="007D2537"/>
    <w:rsid w:val="007E2CDD"/>
    <w:rsid w:val="007E351C"/>
    <w:rsid w:val="008102CB"/>
    <w:rsid w:val="008113C0"/>
    <w:rsid w:val="00815CE7"/>
    <w:rsid w:val="0084052F"/>
    <w:rsid w:val="00850459"/>
    <w:rsid w:val="00856B37"/>
    <w:rsid w:val="0088521F"/>
    <w:rsid w:val="00890846"/>
    <w:rsid w:val="008977A8"/>
    <w:rsid w:val="008C112C"/>
    <w:rsid w:val="008E3368"/>
    <w:rsid w:val="008E6479"/>
    <w:rsid w:val="00907222"/>
    <w:rsid w:val="0093134D"/>
    <w:rsid w:val="009534B3"/>
    <w:rsid w:val="009544F4"/>
    <w:rsid w:val="009774C0"/>
    <w:rsid w:val="00992B70"/>
    <w:rsid w:val="00992CCC"/>
    <w:rsid w:val="009B3730"/>
    <w:rsid w:val="009B6636"/>
    <w:rsid w:val="009D0C3C"/>
    <w:rsid w:val="009D745F"/>
    <w:rsid w:val="009E0072"/>
    <w:rsid w:val="009E54A3"/>
    <w:rsid w:val="009F6CF0"/>
    <w:rsid w:val="00A10834"/>
    <w:rsid w:val="00A1114C"/>
    <w:rsid w:val="00A17639"/>
    <w:rsid w:val="00A200F0"/>
    <w:rsid w:val="00A41D0B"/>
    <w:rsid w:val="00A5360C"/>
    <w:rsid w:val="00A60B45"/>
    <w:rsid w:val="00A72FE4"/>
    <w:rsid w:val="00A821A2"/>
    <w:rsid w:val="00AC4F6E"/>
    <w:rsid w:val="00AE0EF1"/>
    <w:rsid w:val="00B2723B"/>
    <w:rsid w:val="00B272BA"/>
    <w:rsid w:val="00B43D2D"/>
    <w:rsid w:val="00B43DE8"/>
    <w:rsid w:val="00B5603A"/>
    <w:rsid w:val="00B57CAE"/>
    <w:rsid w:val="00B70635"/>
    <w:rsid w:val="00B7430E"/>
    <w:rsid w:val="00B86D81"/>
    <w:rsid w:val="00B915BF"/>
    <w:rsid w:val="00BA368C"/>
    <w:rsid w:val="00BB126A"/>
    <w:rsid w:val="00BB427B"/>
    <w:rsid w:val="00BC72BF"/>
    <w:rsid w:val="00BD13D6"/>
    <w:rsid w:val="00BE33DA"/>
    <w:rsid w:val="00C14E68"/>
    <w:rsid w:val="00C354D6"/>
    <w:rsid w:val="00C356E0"/>
    <w:rsid w:val="00C514E1"/>
    <w:rsid w:val="00C532EE"/>
    <w:rsid w:val="00C62081"/>
    <w:rsid w:val="00C64E30"/>
    <w:rsid w:val="00C73726"/>
    <w:rsid w:val="00C93A6D"/>
    <w:rsid w:val="00CB2918"/>
    <w:rsid w:val="00CC7A08"/>
    <w:rsid w:val="00CE13BE"/>
    <w:rsid w:val="00CE1439"/>
    <w:rsid w:val="00D06A43"/>
    <w:rsid w:val="00D12449"/>
    <w:rsid w:val="00D160A2"/>
    <w:rsid w:val="00D2414B"/>
    <w:rsid w:val="00D4754C"/>
    <w:rsid w:val="00D66711"/>
    <w:rsid w:val="00D74A8A"/>
    <w:rsid w:val="00D93867"/>
    <w:rsid w:val="00DA4D43"/>
    <w:rsid w:val="00DB37CA"/>
    <w:rsid w:val="00DF4185"/>
    <w:rsid w:val="00DF7C57"/>
    <w:rsid w:val="00E15C1B"/>
    <w:rsid w:val="00E171FD"/>
    <w:rsid w:val="00E31722"/>
    <w:rsid w:val="00E35142"/>
    <w:rsid w:val="00E3602D"/>
    <w:rsid w:val="00E36A76"/>
    <w:rsid w:val="00E445E7"/>
    <w:rsid w:val="00E453A8"/>
    <w:rsid w:val="00E6185F"/>
    <w:rsid w:val="00E6289B"/>
    <w:rsid w:val="00E6681B"/>
    <w:rsid w:val="00E86F63"/>
    <w:rsid w:val="00E92276"/>
    <w:rsid w:val="00EC2272"/>
    <w:rsid w:val="00EC6C26"/>
    <w:rsid w:val="00ED00E4"/>
    <w:rsid w:val="00EE287A"/>
    <w:rsid w:val="00F23004"/>
    <w:rsid w:val="00F35064"/>
    <w:rsid w:val="00F60B57"/>
    <w:rsid w:val="00F65D29"/>
    <w:rsid w:val="00F964AE"/>
    <w:rsid w:val="00FA2F00"/>
    <w:rsid w:val="00FA5BB5"/>
    <w:rsid w:val="00FA71EE"/>
    <w:rsid w:val="00FD75E7"/>
    <w:rsid w:val="00FE1644"/>
    <w:rsid w:val="00FE66C8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714FC"/>
  <w15:docId w15:val="{797DFDC3-0A16-41A9-974B-458B8FA4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3514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371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Enovio Office</cp:lastModifiedBy>
  <cp:revision>77</cp:revision>
  <cp:lastPrinted>2018-05-30T12:04:00Z</cp:lastPrinted>
  <dcterms:created xsi:type="dcterms:W3CDTF">2018-05-30T11:54:00Z</dcterms:created>
  <dcterms:modified xsi:type="dcterms:W3CDTF">2025-12-30T21:07:00Z</dcterms:modified>
</cp:coreProperties>
</file>